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</w:t>
      </w:r>
      <w:r w:rsidR="001A3E51">
        <w:rPr>
          <w:rFonts w:asciiTheme="minorHAnsi" w:hAnsiTheme="minorHAnsi"/>
          <w:color w:val="auto"/>
          <w:sz w:val="22"/>
          <w:szCs w:val="22"/>
          <w:lang w:val="cs-CZ"/>
        </w:rPr>
        <w:t>o</w:t>
      </w:r>
      <w:bookmarkStart w:id="0" w:name="_GoBack"/>
      <w:bookmarkEnd w:id="0"/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3E51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0CA8A0-0704-4F88-A356-2826E3D3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420859DA.dotm</Template>
  <TotalTime>62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2026-01-26T07:35:00Z</dcterms:modified>
</cp:coreProperties>
</file>